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02937">
        <w:rPr>
          <w:rFonts w:ascii="Times New Roman" w:hAnsi="Times New Roman"/>
          <w:sz w:val="28"/>
          <w:szCs w:val="28"/>
        </w:rPr>
        <w:t>Методические  рекомендации</w:t>
      </w:r>
    </w:p>
    <w:p w:rsidR="00EB2276" w:rsidRPr="00002937" w:rsidRDefault="00EB2276" w:rsidP="0000293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02937">
        <w:rPr>
          <w:rFonts w:ascii="Times New Roman" w:hAnsi="Times New Roman"/>
          <w:sz w:val="28"/>
          <w:szCs w:val="28"/>
        </w:rPr>
        <w:t xml:space="preserve">Данные тренировки разработаны  на период  самоизоляции до  окончания  режима  самоизоляции комплексы состоят из тренировок время тренировок 30 минут подготовительная часть 8 минут, основная часть 20 минут, 3аключительная 2-3 минут.  согласно своего расписания для групп </w:t>
      </w:r>
      <w:r w:rsidRPr="00002937">
        <w:rPr>
          <w:rFonts w:ascii="Times New Roman" w:hAnsi="Times New Roman"/>
          <w:sz w:val="28"/>
          <w:szCs w:val="28"/>
          <w:highlight w:val="cyan"/>
        </w:rPr>
        <w:t>НП 1-2 год обучения 3 занятия, группа</w:t>
      </w:r>
      <w:r w:rsidRPr="00002937">
        <w:rPr>
          <w:rFonts w:ascii="Times New Roman" w:hAnsi="Times New Roman"/>
          <w:sz w:val="28"/>
          <w:szCs w:val="28"/>
          <w:highlight w:val="green"/>
        </w:rPr>
        <w:t>УТГ до 2 лет обучения 4 занятия</w:t>
      </w:r>
      <w:r w:rsidRPr="00002937">
        <w:rPr>
          <w:rFonts w:ascii="Times New Roman" w:hAnsi="Times New Roman"/>
          <w:sz w:val="28"/>
          <w:szCs w:val="28"/>
        </w:rPr>
        <w:t xml:space="preserve">, </w:t>
      </w:r>
      <w:r w:rsidRPr="00002937">
        <w:rPr>
          <w:rFonts w:ascii="Times New Roman" w:hAnsi="Times New Roman"/>
          <w:sz w:val="28"/>
          <w:szCs w:val="28"/>
          <w:highlight w:val="magenta"/>
        </w:rPr>
        <w:t>для групп УТГ св 2 лет обучения  5 занятий</w:t>
      </w:r>
      <w:r w:rsidRPr="00002937">
        <w:rPr>
          <w:rFonts w:ascii="Times New Roman" w:hAnsi="Times New Roman"/>
          <w:sz w:val="28"/>
          <w:szCs w:val="28"/>
        </w:rPr>
        <w:t xml:space="preserve"> комплексы можно варьировать  и подбирать по </w:t>
      </w:r>
      <w:r w:rsidRPr="00002937">
        <w:rPr>
          <w:rFonts w:ascii="Times New Roman" w:hAnsi="Times New Roman"/>
          <w:sz w:val="28"/>
          <w:szCs w:val="28"/>
          <w:shd w:val="clear" w:color="auto" w:fill="FFFF00"/>
        </w:rPr>
        <w:t xml:space="preserve">неделям  После проведения тренировочного занятия в течение часа нужно сделать отчет о проделанной тренировке ( 2-3 фотографии ответы на теорию) Все  фотоотчеты посылать на почту </w:t>
      </w:r>
      <w:r w:rsidRPr="00002937">
        <w:rPr>
          <w:rFonts w:ascii="Times New Roman" w:hAnsi="Times New Roman" w:cs="Arial"/>
          <w:color w:val="005BD1"/>
          <w:sz w:val="28"/>
          <w:shd w:val="clear" w:color="auto" w:fill="FFFF00"/>
        </w:rPr>
        <w:br/>
      </w:r>
      <w:hyperlink r:id="rId5" w:history="1">
        <w:r w:rsidRPr="00002937">
          <w:rPr>
            <w:rStyle w:val="Hyperlink"/>
            <w:rFonts w:ascii="Times New Roman" w:hAnsi="Times New Roman" w:cs="Arial"/>
            <w:sz w:val="28"/>
            <w:u w:val="none"/>
            <w:shd w:val="clear" w:color="auto" w:fill="FFFFFF"/>
          </w:rPr>
          <w:t>nikich.kozlov@mail.ru</w:t>
        </w:r>
      </w:hyperlink>
      <w:r w:rsidRPr="00002937">
        <w:rPr>
          <w:rFonts w:ascii="Times New Roman" w:hAnsi="Times New Roman" w:cs="Arial"/>
          <w:color w:val="005BD1"/>
          <w:sz w:val="28"/>
          <w:shd w:val="clear" w:color="auto" w:fill="FFFFFF"/>
        </w:rPr>
        <w:t xml:space="preserve"> ватсап 89024490128 89126163022</w:t>
      </w:r>
    </w:p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spacing w:line="360" w:lineRule="auto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A848AE" w:rsidRDefault="00EB2276" w:rsidP="00002937">
      <w:pPr>
        <w:rPr>
          <w:rFonts w:ascii="Times New Roman" w:hAnsi="Times New Roman"/>
          <w:sz w:val="40"/>
          <w:szCs w:val="40"/>
        </w:rPr>
      </w:pPr>
      <w:r w:rsidRPr="00A848AE"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sz w:val="40"/>
          <w:szCs w:val="40"/>
          <w:highlight w:val="blue"/>
        </w:rPr>
        <w:t>С 15.11-22.11.202</w:t>
      </w:r>
      <w:r>
        <w:rPr>
          <w:rFonts w:ascii="Times New Roman" w:hAnsi="Times New Roman"/>
          <w:sz w:val="40"/>
          <w:szCs w:val="40"/>
        </w:rPr>
        <w:t>1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Онлайн обучение для групп НП-1-2 года обучения </w:t>
      </w:r>
      <w:r w:rsidRPr="00002937">
        <w:rPr>
          <w:rFonts w:ascii="Times New Roman" w:hAnsi="Times New Roman"/>
          <w:sz w:val="28"/>
          <w:szCs w:val="40"/>
          <w:highlight w:val="yellow"/>
        </w:rPr>
        <w:t>Вторник</w:t>
      </w:r>
      <w:r w:rsidRPr="00002937">
        <w:rPr>
          <w:rFonts w:ascii="Times New Roman" w:hAnsi="Times New Roman"/>
          <w:sz w:val="28"/>
          <w:szCs w:val="24"/>
        </w:rPr>
        <w:t xml:space="preserve">  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Разминка1</w:t>
      </w:r>
      <w:r>
        <w:rPr>
          <w:rFonts w:ascii="Times New Roman" w:hAnsi="Times New Roman"/>
          <w:sz w:val="28"/>
          <w:szCs w:val="24"/>
        </w:rPr>
        <w:t>.Ходьба на месте  20 сек,</w:t>
      </w:r>
      <w:r w:rsidRPr="00002937">
        <w:rPr>
          <w:rFonts w:ascii="Times New Roman" w:hAnsi="Times New Roman"/>
          <w:sz w:val="28"/>
          <w:szCs w:val="24"/>
        </w:rPr>
        <w:t xml:space="preserve"> Бег на месте</w:t>
      </w:r>
      <w:r>
        <w:rPr>
          <w:rFonts w:ascii="Times New Roman" w:hAnsi="Times New Roman"/>
          <w:sz w:val="28"/>
          <w:szCs w:val="24"/>
        </w:rPr>
        <w:t xml:space="preserve"> 20 сек.,с захлестыванием голени,с высоким подниманием бедра20 сек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Восстановление дыхания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Pr="00002937">
        <w:rPr>
          <w:rFonts w:ascii="Times New Roman" w:hAnsi="Times New Roman"/>
          <w:sz w:val="28"/>
          <w:szCs w:val="24"/>
        </w:rPr>
        <w:t>.Повороты  и наклоны шеи вправо-влево вперед-назад</w:t>
      </w:r>
      <w:r>
        <w:rPr>
          <w:rFonts w:ascii="Times New Roman" w:hAnsi="Times New Roman"/>
          <w:sz w:val="28"/>
          <w:szCs w:val="24"/>
        </w:rPr>
        <w:t xml:space="preserve">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Pr="00002937">
        <w:rPr>
          <w:rFonts w:ascii="Times New Roman" w:hAnsi="Times New Roman"/>
          <w:sz w:val="28"/>
          <w:szCs w:val="24"/>
        </w:rPr>
        <w:t>.Вращение рук вперед-назад, разностороннее</w:t>
      </w:r>
      <w:r>
        <w:rPr>
          <w:rFonts w:ascii="Times New Roman" w:hAnsi="Times New Roman"/>
          <w:sz w:val="28"/>
          <w:szCs w:val="24"/>
        </w:rPr>
        <w:t xml:space="preserve"> по 10 раз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4.Повороты туловища вправо влево</w:t>
      </w:r>
      <w:r w:rsidRPr="00002937"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4"/>
        </w:rPr>
        <w:t xml:space="preserve"> По 10 раз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5 Наклоны вперед –прогиб назад 10 раз.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6. Вращение ног в тазобедренном суставе попеременно вперед и обратную сторону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7.</w:t>
      </w:r>
      <w:r w:rsidRPr="00002937">
        <w:rPr>
          <w:rFonts w:ascii="Times New Roman" w:hAnsi="Times New Roman"/>
          <w:sz w:val="28"/>
          <w:szCs w:val="24"/>
        </w:rPr>
        <w:t>Махи ногой вперед-назад  в стороны с (максимальной амплитудой)</w:t>
      </w:r>
      <w:r>
        <w:rPr>
          <w:rFonts w:ascii="Times New Roman" w:hAnsi="Times New Roman"/>
          <w:sz w:val="28"/>
          <w:szCs w:val="24"/>
        </w:rPr>
        <w:t xml:space="preserve">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8Упражнение «Мельница» 20 раз</w:t>
      </w:r>
      <w:r w:rsidRPr="00002937">
        <w:rPr>
          <w:rFonts w:ascii="Times New Roman" w:hAnsi="Times New Roman"/>
          <w:sz w:val="28"/>
          <w:szCs w:val="24"/>
        </w:rPr>
        <w:t xml:space="preserve">. 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  <w:highlight w:val="yellow"/>
        </w:rPr>
        <w:t>. Сидя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9. Ноги разведены в стороны наклоны вперед к правой к середине к левой ноге 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10. Упражнение (лотос)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11. </w:t>
      </w:r>
      <w:r>
        <w:rPr>
          <w:rFonts w:ascii="Times New Roman" w:hAnsi="Times New Roman"/>
          <w:sz w:val="28"/>
          <w:szCs w:val="24"/>
        </w:rPr>
        <w:t>И.П. Лежа на животе заведение правой ноги к левой руке ,и левой ноги к правой ноге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  <w:highlight w:val="darkYellow"/>
        </w:rPr>
        <w:t>Основная часть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Упражнения на выносливость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1. Упражнения  с резиновым жгутом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А.  Сгибание рук на бицепс   20 сек работа- 20 сек отдых 4 подхода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2. </w:t>
      </w:r>
      <w:r w:rsidRPr="00002937">
        <w:rPr>
          <w:rFonts w:ascii="Times New Roman" w:hAnsi="Times New Roman"/>
          <w:sz w:val="28"/>
          <w:szCs w:val="24"/>
          <w:highlight w:val="yellow"/>
        </w:rPr>
        <w:t>отдых 2 мин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Б.  Разгибание рук на трицепс из-за головы 20сек работа-20 сек отдых 4 подхода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3.</w:t>
      </w:r>
      <w:r w:rsidRPr="00002937">
        <w:rPr>
          <w:rFonts w:ascii="Times New Roman" w:hAnsi="Times New Roman"/>
          <w:sz w:val="28"/>
          <w:szCs w:val="24"/>
          <w:highlight w:val="yellow"/>
        </w:rPr>
        <w:t xml:space="preserve"> отдых 2 мин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В  Подъем рук через стороны  20сек работа-20 сек отдых 4 подхода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3.</w:t>
      </w:r>
      <w:r w:rsidRPr="00002937">
        <w:rPr>
          <w:rFonts w:ascii="Times New Roman" w:hAnsi="Times New Roman"/>
          <w:sz w:val="28"/>
          <w:szCs w:val="24"/>
          <w:highlight w:val="yellow"/>
        </w:rPr>
        <w:t xml:space="preserve"> отдых 2 мин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Г. Приседания – стопы стоят на резине концы резины  в руках 20сек работа-20 сек отдых 4 подхода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Заключительная часть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1. Упражнение на расслабление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2. Растягивающие упражнения на гибкость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Теория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 Запрещенные действия за которые дают --замечания</w:t>
      </w:r>
      <w:r>
        <w:rPr>
          <w:rFonts w:ascii="Times New Roman" w:hAnsi="Times New Roman"/>
          <w:sz w:val="28"/>
          <w:szCs w:val="24"/>
        </w:rPr>
        <w:tab/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Онлайн обучение для групп НП-1-2                    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Default="00EB2276" w:rsidP="00002937">
      <w:pPr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</w:t>
      </w:r>
      <w:r w:rsidRPr="00002937">
        <w:rPr>
          <w:rFonts w:ascii="Times New Roman" w:hAnsi="Times New Roman"/>
          <w:sz w:val="28"/>
          <w:szCs w:val="24"/>
        </w:rPr>
        <w:t xml:space="preserve">  </w:t>
      </w:r>
      <w:r w:rsidRPr="00002937">
        <w:rPr>
          <w:rFonts w:ascii="Times New Roman" w:hAnsi="Times New Roman"/>
          <w:sz w:val="28"/>
          <w:szCs w:val="40"/>
          <w:highlight w:val="yellow"/>
        </w:rPr>
        <w:t>Четверг</w:t>
      </w:r>
    </w:p>
    <w:p w:rsidR="00EB2276" w:rsidRPr="005B3472" w:rsidRDefault="00EB2276" w:rsidP="00002937">
      <w:pPr>
        <w:rPr>
          <w:rFonts w:ascii="Times New Roman" w:hAnsi="Times New Roman"/>
          <w:sz w:val="28"/>
          <w:szCs w:val="40"/>
        </w:rPr>
      </w:pPr>
      <w:r w:rsidRPr="00002937">
        <w:rPr>
          <w:rFonts w:ascii="Times New Roman" w:hAnsi="Times New Roman"/>
          <w:sz w:val="28"/>
          <w:szCs w:val="24"/>
        </w:rPr>
        <w:t xml:space="preserve">   Разминка</w:t>
      </w:r>
    </w:p>
    <w:p w:rsidR="00EB2276" w:rsidRPr="00002937" w:rsidRDefault="00EB2276" w:rsidP="00482F35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Прыжки на месте вперед-назад,влево-вправо, «Лыжник» ,крест-накрест,набегание приставными шагами-Прямо,правым боком левым боком</w:t>
      </w:r>
      <w:r w:rsidRPr="0000293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Каждое упражнение по 15 сек .Ускорение на месте 3 подхода по 20 сек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Pr="00002937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 xml:space="preserve"> Разминка шеи-</w:t>
      </w:r>
      <w:r w:rsidRPr="0000293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</w:t>
      </w:r>
      <w:r w:rsidRPr="00002937">
        <w:rPr>
          <w:rFonts w:ascii="Times New Roman" w:hAnsi="Times New Roman"/>
          <w:sz w:val="28"/>
          <w:szCs w:val="24"/>
        </w:rPr>
        <w:t>овороты  и наклоны шеи вправо-влево вперед-назад</w:t>
      </w:r>
      <w:r>
        <w:rPr>
          <w:rFonts w:ascii="Times New Roman" w:hAnsi="Times New Roman"/>
          <w:sz w:val="28"/>
          <w:szCs w:val="24"/>
        </w:rPr>
        <w:t>- по 10 раз.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5. Вращение рук вперед-назад , разностороннее</w:t>
      </w:r>
      <w:r>
        <w:rPr>
          <w:rFonts w:ascii="Times New Roman" w:hAnsi="Times New Roman"/>
          <w:sz w:val="28"/>
          <w:szCs w:val="24"/>
        </w:rPr>
        <w:t xml:space="preserve"> - по 10 раз.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6. Махи ногой вперед-назад  в стороны с (максимальной амплитудой)</w:t>
      </w:r>
      <w:r>
        <w:rPr>
          <w:rFonts w:ascii="Times New Roman" w:hAnsi="Times New Roman"/>
          <w:sz w:val="28"/>
          <w:szCs w:val="24"/>
        </w:rPr>
        <w:t xml:space="preserve"> - по 10 раз.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7. Повороты туловища вправо-влево с разведением рук</w:t>
      </w:r>
      <w:r>
        <w:rPr>
          <w:rFonts w:ascii="Times New Roman" w:hAnsi="Times New Roman"/>
          <w:sz w:val="28"/>
          <w:szCs w:val="24"/>
        </w:rPr>
        <w:t xml:space="preserve"> - по 10 раз.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8. Наклоны туловища вперед без сгибания ног в коленном суставе</w:t>
      </w:r>
      <w:r>
        <w:rPr>
          <w:rFonts w:ascii="Times New Roman" w:hAnsi="Times New Roman"/>
          <w:sz w:val="28"/>
          <w:szCs w:val="24"/>
        </w:rPr>
        <w:t xml:space="preserve"> - по 10 раз.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</w:t>
      </w:r>
      <w:r w:rsidRPr="00002937">
        <w:rPr>
          <w:rFonts w:ascii="Times New Roman" w:hAnsi="Times New Roman"/>
          <w:sz w:val="28"/>
          <w:szCs w:val="24"/>
        </w:rPr>
        <w:t xml:space="preserve"> </w:t>
      </w:r>
      <w:r w:rsidRPr="00482F35">
        <w:rPr>
          <w:rFonts w:ascii="Times New Roman" w:hAnsi="Times New Roman"/>
          <w:sz w:val="28"/>
          <w:szCs w:val="24"/>
          <w:highlight w:val="yellow"/>
        </w:rPr>
        <w:t>Сидя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Упражнения для растягивания мышц 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Pr="00002937">
        <w:rPr>
          <w:rFonts w:ascii="Times New Roman" w:hAnsi="Times New Roman"/>
          <w:sz w:val="28"/>
          <w:szCs w:val="24"/>
        </w:rPr>
        <w:t>. Ноги разведены в стороны наклоны вперед к правой к середине к левой ноге 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11. Упражнение (лотос)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12. Стоя ноги разведены в стороны; наклон туловища вперед 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highlight w:val="yellow"/>
        </w:rPr>
        <w:t xml:space="preserve">                                                                  </w:t>
      </w:r>
      <w:r w:rsidRPr="00002937">
        <w:rPr>
          <w:rFonts w:ascii="Times New Roman" w:hAnsi="Times New Roman"/>
          <w:sz w:val="28"/>
          <w:szCs w:val="24"/>
          <w:highlight w:val="yellow"/>
        </w:rPr>
        <w:t>Основная часть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Упражнения имитационные   темп средний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а. Бросок через спину вправо-влево по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б  Бросок боковая подсечк</w:t>
      </w:r>
      <w:r>
        <w:rPr>
          <w:rFonts w:ascii="Times New Roman" w:hAnsi="Times New Roman"/>
          <w:sz w:val="28"/>
          <w:szCs w:val="24"/>
        </w:rPr>
        <w:t>а</w:t>
      </w:r>
      <w:r w:rsidRPr="00002937">
        <w:rPr>
          <w:rFonts w:ascii="Times New Roman" w:hAnsi="Times New Roman"/>
          <w:sz w:val="28"/>
          <w:szCs w:val="24"/>
        </w:rPr>
        <w:t xml:space="preserve"> в вправо-влево по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в. Бросок передней подножкой вправо-влево  по 30 раз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г. Бросок зацепом вправо, влево по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</w:t>
      </w:r>
      <w:r w:rsidRPr="00002937">
        <w:rPr>
          <w:rFonts w:ascii="Times New Roman" w:hAnsi="Times New Roman"/>
          <w:sz w:val="28"/>
          <w:szCs w:val="24"/>
        </w:rPr>
        <w:t xml:space="preserve"> </w:t>
      </w:r>
      <w:r w:rsidRPr="00482F35">
        <w:rPr>
          <w:rFonts w:ascii="Times New Roman" w:hAnsi="Times New Roman"/>
          <w:sz w:val="28"/>
          <w:szCs w:val="24"/>
          <w:highlight w:val="yellow"/>
        </w:rPr>
        <w:t>Заключительная часть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1. Упражнение на расслабление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2. Растягивающие упражнения на гибкость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Теория</w:t>
      </w:r>
    </w:p>
    <w:p w:rsidR="00EB2276" w:rsidRPr="00A848AE" w:rsidRDefault="00EB2276" w:rsidP="00A848AE">
      <w:pPr>
        <w:rPr>
          <w:sz w:val="32"/>
          <w:szCs w:val="32"/>
        </w:rPr>
      </w:pPr>
      <w:r>
        <w:rPr>
          <w:rFonts w:ascii="Times New Roman" w:hAnsi="Times New Roman"/>
          <w:sz w:val="28"/>
          <w:szCs w:val="24"/>
        </w:rPr>
        <w:t>1 Запрещенные действия за которые дают --предупреждения</w:t>
      </w:r>
      <w:r>
        <w:br/>
      </w:r>
      <w:r>
        <w:rPr>
          <w:rFonts w:ascii="Arial" w:hAnsi="Arial" w:cs="Arial"/>
        </w:rPr>
        <w:br/>
      </w:r>
    </w:p>
    <w:p w:rsidR="00EB2276" w:rsidRDefault="00EB2276" w:rsidP="00A848AE">
      <w:pPr>
        <w:rPr>
          <w:rFonts w:ascii="Arial" w:hAnsi="Arial" w:cs="Arial"/>
        </w:rPr>
      </w:pPr>
    </w:p>
    <w:p w:rsidR="00EB2276" w:rsidRPr="00002937" w:rsidRDefault="00EB2276" w:rsidP="00002937">
      <w:pPr>
        <w:ind w:firstLine="708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ind w:firstLine="708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ind w:firstLine="708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ind w:firstLine="708"/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40"/>
        </w:rPr>
      </w:pPr>
      <w:r w:rsidRPr="00002937">
        <w:rPr>
          <w:rFonts w:ascii="Times New Roman" w:hAnsi="Times New Roman"/>
          <w:sz w:val="28"/>
          <w:szCs w:val="24"/>
        </w:rPr>
        <w:t xml:space="preserve"> Онлайн обучение для групп НП-1-2   года обучения   </w:t>
      </w:r>
      <w:r w:rsidRPr="00002937">
        <w:rPr>
          <w:rFonts w:ascii="Times New Roman" w:hAnsi="Times New Roman"/>
          <w:sz w:val="28"/>
          <w:szCs w:val="40"/>
          <w:highlight w:val="yellow"/>
        </w:rPr>
        <w:t>суббота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ab/>
        <w:t xml:space="preserve">                                                                   </w:t>
      </w:r>
      <w:r w:rsidRPr="00002937">
        <w:rPr>
          <w:rFonts w:ascii="Times New Roman" w:hAnsi="Times New Roman"/>
          <w:sz w:val="28"/>
          <w:szCs w:val="24"/>
          <w:highlight w:val="yellow"/>
        </w:rPr>
        <w:t>Разминка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FF0000"/>
          <w:sz w:val="28"/>
          <w:szCs w:val="24"/>
        </w:rPr>
      </w:pPr>
    </w:p>
    <w:p w:rsidR="00EB2276" w:rsidRPr="00237311" w:rsidRDefault="00EB2276" w:rsidP="00952AFB">
      <w:pPr>
        <w:pStyle w:val="NoSpacing"/>
        <w:rPr>
          <w:rFonts w:ascii="Times New Roman" w:hAnsi="Times New Roman"/>
          <w:color w:val="000000"/>
          <w:sz w:val="28"/>
          <w:szCs w:val="24"/>
        </w:rPr>
      </w:pPr>
      <w:r w:rsidRPr="00237311">
        <w:rPr>
          <w:rFonts w:ascii="Times New Roman" w:hAnsi="Times New Roman"/>
          <w:color w:val="000000"/>
          <w:sz w:val="28"/>
          <w:szCs w:val="24"/>
        </w:rPr>
        <w:t>1. Прыжки на скакалке: на двух ногах 100, на правой\левой 50</w:t>
      </w:r>
      <w:r>
        <w:rPr>
          <w:rFonts w:ascii="Times New Roman" w:hAnsi="Times New Roman"/>
          <w:color w:val="000000"/>
          <w:sz w:val="28"/>
          <w:szCs w:val="24"/>
        </w:rPr>
        <w:t xml:space="preserve"> раз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000000"/>
          <w:sz w:val="28"/>
          <w:szCs w:val="24"/>
        </w:rPr>
      </w:pP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2. Приседания 40 раз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3</w:t>
      </w: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. Отжимания 20 раз</w:t>
      </w:r>
      <w:r w:rsidRPr="00237311">
        <w:rPr>
          <w:rFonts w:ascii="Times New Roman" w:hAnsi="Times New Roman"/>
          <w:color w:val="646464"/>
          <w:sz w:val="28"/>
          <w:szCs w:val="24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4</w:t>
      </w:r>
      <w:r w:rsidRPr="00237311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. Быстрый бег на месте 15-20 секунд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5.</w:t>
      </w: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Подъем таза из положения лёжа 30 раз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FF0000"/>
          <w:sz w:val="28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6.</w:t>
      </w: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Подъем ног лежа на спине на 90 градусов 30 раз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7.</w:t>
      </w: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Планка на локтях 1 минута</w:t>
      </w:r>
    </w:p>
    <w:p w:rsidR="00EB2276" w:rsidRPr="00952AFB" w:rsidRDefault="00EB2276" w:rsidP="00952AFB">
      <w:pPr>
        <w:pStyle w:val="NoSpacing"/>
        <w:tabs>
          <w:tab w:val="center" w:pos="7852"/>
        </w:tabs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shd w:val="clear" w:color="auto" w:fill="FFFFFF"/>
        </w:rPr>
        <w:t>8.</w:t>
      </w:r>
      <w:r w:rsidRPr="00952AFB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Выпады на левую/правую 30 раз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ab/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9.</w:t>
      </w:r>
      <w:r w:rsidRPr="00237311">
        <w:rPr>
          <w:rFonts w:ascii="Times New Roman" w:hAnsi="Times New Roman"/>
          <w:color w:val="000000"/>
          <w:sz w:val="28"/>
          <w:szCs w:val="24"/>
          <w:lang w:eastAsia="ru-RU"/>
        </w:rPr>
        <w:t>Подъемы на носки 40 раз</w:t>
      </w:r>
    </w:p>
    <w:p w:rsidR="00EB2276" w:rsidRPr="00237311" w:rsidRDefault="00EB2276" w:rsidP="00952AFB">
      <w:pPr>
        <w:pStyle w:val="NoSpacing"/>
        <w:rPr>
          <w:rFonts w:ascii="Times New Roman" w:hAnsi="Times New Roman"/>
          <w:color w:val="FF0000"/>
          <w:sz w:val="28"/>
          <w:szCs w:val="24"/>
          <w:shd w:val="clear" w:color="auto" w:fill="FFFFFF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FF0000"/>
          <w:sz w:val="28"/>
          <w:szCs w:val="24"/>
          <w:shd w:val="clear" w:color="auto" w:fill="FFFFFF"/>
          <w:lang w:eastAsia="en-US"/>
        </w:rPr>
        <w:t xml:space="preserve">                                                                        </w:t>
      </w:r>
      <w:r w:rsidRPr="00002937">
        <w:rPr>
          <w:rFonts w:ascii="Times New Roman" w:hAnsi="Times New Roman"/>
          <w:sz w:val="28"/>
          <w:szCs w:val="24"/>
        </w:rPr>
        <w:t xml:space="preserve"> </w:t>
      </w:r>
      <w:r w:rsidRPr="00952AFB">
        <w:rPr>
          <w:rFonts w:ascii="Times New Roman" w:hAnsi="Times New Roman"/>
          <w:sz w:val="28"/>
          <w:szCs w:val="24"/>
          <w:highlight w:val="yellow"/>
        </w:rPr>
        <w:t>Сидя</w:t>
      </w:r>
    </w:p>
    <w:p w:rsidR="00EB2276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Упражнения для растягивания мышц ног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Pr="00002937">
        <w:rPr>
          <w:rFonts w:ascii="Times New Roman" w:hAnsi="Times New Roman"/>
          <w:sz w:val="28"/>
          <w:szCs w:val="24"/>
        </w:rPr>
        <w:t>. Ноги разведены в стороны наклоны вперед к правой к середине к левой ноге  по 10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Pr="00002937">
        <w:rPr>
          <w:rFonts w:ascii="Times New Roman" w:hAnsi="Times New Roman"/>
          <w:sz w:val="28"/>
          <w:szCs w:val="24"/>
        </w:rPr>
        <w:t>. Упражнение (лотос)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Pr="00002937">
        <w:rPr>
          <w:rFonts w:ascii="Times New Roman" w:hAnsi="Times New Roman"/>
          <w:sz w:val="28"/>
          <w:szCs w:val="24"/>
        </w:rPr>
        <w:t>.Стоя ноги разведены в стороны; наклон туловища вперед 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                           </w:t>
      </w:r>
      <w:r w:rsidRPr="00002937">
        <w:rPr>
          <w:rFonts w:ascii="Times New Roman" w:hAnsi="Times New Roman"/>
          <w:sz w:val="28"/>
          <w:szCs w:val="24"/>
          <w:highlight w:val="yellow"/>
        </w:rPr>
        <w:t>Основная часть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1.Упражнения имитационные   темп средний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а. Бросок через спину вправо,влево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б  Бросок боковая подсечка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002937">
        <w:rPr>
          <w:rFonts w:ascii="Times New Roman" w:hAnsi="Times New Roman"/>
          <w:sz w:val="28"/>
          <w:szCs w:val="24"/>
        </w:rPr>
        <w:t>вправо,влево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в. Бросок передней подножкой вправо,влево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г. Бросок зацепом вправо,влево 30 раз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Заключительная часть</w:t>
      </w:r>
    </w:p>
    <w:p w:rsidR="00EB2276" w:rsidRPr="00002937" w:rsidRDefault="00EB2276" w:rsidP="00002937">
      <w:pPr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1. Упражнение на расслабление.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>2. Растягивающие упражнения на гибкость</w:t>
      </w:r>
    </w:p>
    <w:p w:rsidR="00EB2276" w:rsidRPr="00002937" w:rsidRDefault="00EB2276" w:rsidP="00002937">
      <w:pPr>
        <w:tabs>
          <w:tab w:val="left" w:pos="7000"/>
        </w:tabs>
        <w:rPr>
          <w:rFonts w:ascii="Times New Roman" w:hAnsi="Times New Roman"/>
          <w:sz w:val="28"/>
          <w:szCs w:val="24"/>
        </w:rPr>
      </w:pPr>
      <w:r w:rsidRPr="0000293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Теория</w:t>
      </w:r>
    </w:p>
    <w:p w:rsidR="00EB2276" w:rsidRDefault="00EB2276" w:rsidP="00A848AE">
      <w:pPr>
        <w:rPr>
          <w:rFonts w:ascii="Arial" w:hAnsi="Arial" w:cs="Arial"/>
        </w:rPr>
      </w:pPr>
      <w:r>
        <w:br/>
      </w:r>
      <w:r>
        <w:rPr>
          <w:rFonts w:ascii="Times New Roman" w:hAnsi="Times New Roman"/>
          <w:sz w:val="28"/>
          <w:szCs w:val="24"/>
        </w:rPr>
        <w:t>1 Запрещенные действия за которые снимают со схватки</w:t>
      </w:r>
    </w:p>
    <w:p w:rsidR="00EB2276" w:rsidRPr="00002937" w:rsidRDefault="00EB2276" w:rsidP="00002937">
      <w:pPr>
        <w:rPr>
          <w:rFonts w:ascii="Times New Roman" w:hAnsi="Times New Roman"/>
          <w:sz w:val="28"/>
        </w:rPr>
      </w:pPr>
    </w:p>
    <w:p w:rsidR="00EB2276" w:rsidRPr="00002937" w:rsidRDefault="00EB2276">
      <w:pPr>
        <w:rPr>
          <w:rFonts w:ascii="Times New Roman" w:hAnsi="Times New Roman"/>
          <w:sz w:val="28"/>
        </w:rPr>
      </w:pPr>
    </w:p>
    <w:sectPr w:rsidR="00EB2276" w:rsidRPr="00002937" w:rsidSect="00147163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F2730"/>
    <w:multiLevelType w:val="hybridMultilevel"/>
    <w:tmpl w:val="095A3A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B640D0"/>
    <w:multiLevelType w:val="hybridMultilevel"/>
    <w:tmpl w:val="4628F002"/>
    <w:lvl w:ilvl="0" w:tplc="7C16C36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1B1EC7"/>
    <w:multiLevelType w:val="hybridMultilevel"/>
    <w:tmpl w:val="DB8ACBE4"/>
    <w:lvl w:ilvl="0" w:tplc="7C16C36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937"/>
    <w:rsid w:val="00002937"/>
    <w:rsid w:val="00147163"/>
    <w:rsid w:val="00237311"/>
    <w:rsid w:val="00482F35"/>
    <w:rsid w:val="005B3472"/>
    <w:rsid w:val="00952AFB"/>
    <w:rsid w:val="00A848AE"/>
    <w:rsid w:val="00B3026C"/>
    <w:rsid w:val="00C106F3"/>
    <w:rsid w:val="00D8619D"/>
    <w:rsid w:val="00EB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9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02937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952AF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56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6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6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kich.kozl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7</Pages>
  <Words>811</Words>
  <Characters>4623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Крепыш</dc:creator>
  <cp:keywords/>
  <dc:description/>
  <cp:lastModifiedBy>сергей</cp:lastModifiedBy>
  <cp:revision>3</cp:revision>
  <dcterms:created xsi:type="dcterms:W3CDTF">2020-12-18T07:41:00Z</dcterms:created>
  <dcterms:modified xsi:type="dcterms:W3CDTF">2021-11-14T13:53:00Z</dcterms:modified>
</cp:coreProperties>
</file>